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3940"/>
        <w:gridCol w:w="2635"/>
        <w:gridCol w:w="2635"/>
      </w:tblGrid>
      <w:tr w:rsidR="00D82AE4" w:rsidTr="000F4277">
        <w:trPr>
          <w:trHeight w:val="311"/>
        </w:trPr>
        <w:tc>
          <w:tcPr>
            <w:tcW w:w="1328" w:type="dxa"/>
          </w:tcPr>
          <w:p w:rsidR="00D82AE4" w:rsidRDefault="00D82AE4" w:rsidP="00D82AE4">
            <w:pPr>
              <w:jc w:val="center"/>
            </w:pPr>
            <w:bookmarkStart w:id="0" w:name="_GoBack"/>
            <w:bookmarkEnd w:id="0"/>
            <w:r>
              <w:t>Topic:</w:t>
            </w:r>
          </w:p>
        </w:tc>
        <w:tc>
          <w:tcPr>
            <w:tcW w:w="3940" w:type="dxa"/>
          </w:tcPr>
          <w:p w:rsidR="00D82AE4" w:rsidRDefault="00D82AE4" w:rsidP="00D82AE4">
            <w:pPr>
              <w:jc w:val="center"/>
            </w:pPr>
            <w:r>
              <w:t>Reasons for teamwork</w:t>
            </w: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  <w:r>
              <w:t>www</w:t>
            </w: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  <w:proofErr w:type="spellStart"/>
            <w:r>
              <w:t>ebi</w:t>
            </w:r>
            <w:proofErr w:type="spellEnd"/>
            <w:r>
              <w:t>:</w:t>
            </w:r>
          </w:p>
        </w:tc>
      </w:tr>
      <w:tr w:rsidR="00D82AE4" w:rsidTr="000F4277">
        <w:trPr>
          <w:trHeight w:val="4762"/>
        </w:trPr>
        <w:tc>
          <w:tcPr>
            <w:tcW w:w="1328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3940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</w:tr>
      <w:tr w:rsidR="00D82AE4" w:rsidTr="000F4277">
        <w:trPr>
          <w:trHeight w:val="4762"/>
        </w:trPr>
        <w:tc>
          <w:tcPr>
            <w:tcW w:w="1328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3940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</w:tr>
      <w:tr w:rsidR="00D82AE4" w:rsidTr="000F4277">
        <w:trPr>
          <w:trHeight w:val="4762"/>
        </w:trPr>
        <w:tc>
          <w:tcPr>
            <w:tcW w:w="1328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3940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  <w:tc>
          <w:tcPr>
            <w:tcW w:w="2635" w:type="dxa"/>
          </w:tcPr>
          <w:p w:rsidR="00D82AE4" w:rsidRDefault="00D82AE4" w:rsidP="00D82AE4">
            <w:pPr>
              <w:jc w:val="center"/>
            </w:pPr>
          </w:p>
        </w:tc>
      </w:tr>
    </w:tbl>
    <w:p w:rsidR="009C1174" w:rsidRDefault="009C1174"/>
    <w:sectPr w:rsidR="009C1174" w:rsidSect="000F427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AE4"/>
    <w:rsid w:val="000F4277"/>
    <w:rsid w:val="00370853"/>
    <w:rsid w:val="007061E6"/>
    <w:rsid w:val="009C1174"/>
    <w:rsid w:val="00D82AE4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9B4BBCB8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2017-04-26T07:52:00Z</dcterms:created>
  <dcterms:modified xsi:type="dcterms:W3CDTF">2017-12-01T11:20:00Z</dcterms:modified>
</cp:coreProperties>
</file>